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3CEAB4E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2CAF093E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253883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2024BD7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LSC1</w:t>
            </w:r>
            <w:r w:rsidR="008F3CEB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4E24B6AD" w:rsidR="00F1480E" w:rsidRPr="000754EC" w:rsidRDefault="00A36156" w:rsidP="000754EC">
            <w:pPr>
              <w:pStyle w:val="SIUnittitle"/>
            </w:pPr>
            <w:r w:rsidRPr="00A36156">
              <w:t>Support landscape work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6AE43A" w14:textId="3D245969" w:rsidR="008C74D1" w:rsidRDefault="00A36156" w:rsidP="00A36156">
            <w:pPr>
              <w:pStyle w:val="SIText"/>
            </w:pPr>
            <w:r w:rsidRPr="00A36156">
              <w:t xml:space="preserve">This unit of competency </w:t>
            </w:r>
            <w:r w:rsidR="008C74D1">
              <w:t>describes</w:t>
            </w:r>
            <w:r w:rsidRPr="00A36156">
              <w:t xml:space="preserve"> the skills and knowledge required to </w:t>
            </w:r>
            <w:r w:rsidR="008C74D1">
              <w:t xml:space="preserve">undertake routine landscape work under direct supervision and to support the landscape work of others </w:t>
            </w:r>
            <w:r w:rsidR="008C74D1" w:rsidRPr="00A36156">
              <w:t>in public, commercial and domestic situations</w:t>
            </w:r>
            <w:r w:rsidR="008C74D1">
              <w:t>.</w:t>
            </w:r>
          </w:p>
          <w:p w14:paraId="2CDDA616" w14:textId="77777777" w:rsidR="008C74D1" w:rsidRDefault="008C74D1" w:rsidP="00A36156">
            <w:pPr>
              <w:pStyle w:val="SIText"/>
            </w:pPr>
          </w:p>
          <w:p w14:paraId="613A3CB3" w14:textId="0F0F056C" w:rsidR="00A36156" w:rsidRPr="00A36156" w:rsidRDefault="008C74D1" w:rsidP="00A36156">
            <w:pPr>
              <w:pStyle w:val="SIText"/>
            </w:pPr>
            <w:r>
              <w:t xml:space="preserve">The unit applies to individuals who </w:t>
            </w:r>
            <w:r w:rsidR="00A36156" w:rsidRPr="00A36156">
              <w:t xml:space="preserve">support </w:t>
            </w:r>
            <w:r>
              <w:t>landscape work while working alongside a supervisor, exercising limited autonomy within established and well known parameters. They identify and seek help with simple problems.</w:t>
            </w:r>
          </w:p>
          <w:p w14:paraId="12378E73" w14:textId="77777777" w:rsidR="00A36156" w:rsidRPr="00A36156" w:rsidRDefault="00A36156" w:rsidP="00A36156">
            <w:pPr>
              <w:pStyle w:val="SIText"/>
            </w:pPr>
          </w:p>
          <w:p w14:paraId="034C6C33" w14:textId="61638DA9" w:rsidR="00373436" w:rsidRPr="000754EC" w:rsidRDefault="00A36156" w:rsidP="00A36156">
            <w:pPr>
              <w:pStyle w:val="SIText"/>
            </w:pPr>
            <w:r w:rsidRPr="00A36156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0159E5C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36156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33E7359" w:rsidR="00A36156" w:rsidRPr="00A36156" w:rsidRDefault="00A36156" w:rsidP="00A36156">
            <w:pPr>
              <w:pStyle w:val="SIText"/>
            </w:pPr>
            <w:r w:rsidRPr="00A36156">
              <w:t>1. Prepare for landscaping work</w:t>
            </w:r>
          </w:p>
        </w:tc>
        <w:tc>
          <w:tcPr>
            <w:tcW w:w="3604" w:type="pct"/>
            <w:shd w:val="clear" w:color="auto" w:fill="auto"/>
          </w:tcPr>
          <w:p w14:paraId="3463FA2C" w14:textId="3AE2EE42" w:rsidR="00A36156" w:rsidRPr="00A36156" w:rsidRDefault="00A36156" w:rsidP="00A36156">
            <w:r w:rsidRPr="00A36156">
              <w:t xml:space="preserve">1.1 </w:t>
            </w:r>
            <w:r w:rsidR="008C74D1">
              <w:t>Collect</w:t>
            </w:r>
            <w:r w:rsidRPr="00A36156">
              <w:t xml:space="preserve"> required materials, </w:t>
            </w:r>
            <w:proofErr w:type="gramStart"/>
            <w:r w:rsidRPr="00A36156">
              <w:t>tools</w:t>
            </w:r>
            <w:proofErr w:type="gramEnd"/>
            <w:r w:rsidRPr="00A36156">
              <w:t xml:space="preserve"> and equipment according to lists provided </w:t>
            </w:r>
            <w:r w:rsidR="00D9217B">
              <w:t>and</w:t>
            </w:r>
            <w:r w:rsidRPr="00A36156">
              <w:t xml:space="preserve"> supervisor instructions</w:t>
            </w:r>
          </w:p>
          <w:p w14:paraId="7A81482A" w14:textId="27E4672E" w:rsidR="00A36156" w:rsidRPr="00A36156" w:rsidRDefault="00A36156" w:rsidP="00A36156">
            <w:r w:rsidRPr="00A36156">
              <w:t xml:space="preserve">1.2 </w:t>
            </w:r>
            <w:r w:rsidR="00D9217B">
              <w:t>Fit and use</w:t>
            </w:r>
            <w:r w:rsidR="00D9217B" w:rsidRPr="00D9217B">
              <w:t xml:space="preserve"> personal protective equipment (PPE) applicable to job requirements</w:t>
            </w:r>
          </w:p>
          <w:p w14:paraId="4CBA7FD3" w14:textId="00571F24" w:rsidR="00A36156" w:rsidRPr="00A36156" w:rsidRDefault="00A36156" w:rsidP="00A36156">
            <w:r w:rsidRPr="00A36156">
              <w:t xml:space="preserve">1.3 </w:t>
            </w:r>
            <w:r w:rsidR="00D9217B">
              <w:t>Use</w:t>
            </w:r>
            <w:r w:rsidRPr="00A36156">
              <w:t xml:space="preserve"> correct manual handling techniques when loading and unloading materials</w:t>
            </w:r>
          </w:p>
          <w:p w14:paraId="29C69234" w14:textId="54E8C6C7" w:rsidR="00A36156" w:rsidRPr="00A36156" w:rsidRDefault="00A36156" w:rsidP="00A36156">
            <w:r w:rsidRPr="00A36156">
              <w:t xml:space="preserve">1.4 </w:t>
            </w:r>
            <w:r w:rsidR="00D9217B" w:rsidRPr="00A36156">
              <w:t>Check</w:t>
            </w:r>
            <w:r w:rsidR="00D9217B">
              <w:t xml:space="preserve"> and report faulty or un</w:t>
            </w:r>
            <w:r w:rsidR="00D9217B" w:rsidRPr="00A36156">
              <w:t>s</w:t>
            </w:r>
            <w:r w:rsidR="00D9217B">
              <w:t>afe</w:t>
            </w:r>
            <w:r w:rsidR="00D9217B" w:rsidRPr="00A36156">
              <w:t xml:space="preserve"> materials, tools</w:t>
            </w:r>
            <w:r w:rsidR="00D9217B">
              <w:t>,</w:t>
            </w:r>
            <w:r w:rsidR="00D9217B" w:rsidRPr="00A36156">
              <w:t xml:space="preserve"> </w:t>
            </w:r>
            <w:proofErr w:type="gramStart"/>
            <w:r w:rsidR="00D9217B" w:rsidRPr="00D9217B">
              <w:t>equipment</w:t>
            </w:r>
            <w:proofErr w:type="gramEnd"/>
            <w:r w:rsidR="00D9217B" w:rsidRPr="00D9217B">
              <w:t xml:space="preserve"> </w:t>
            </w:r>
            <w:r w:rsidR="00D9217B">
              <w:t xml:space="preserve">or PPE </w:t>
            </w:r>
            <w:r w:rsidR="00D9217B" w:rsidRPr="00D9217B">
              <w:t>to supervisor</w:t>
            </w:r>
          </w:p>
          <w:p w14:paraId="1696B99B" w14:textId="7E650199" w:rsidR="00A36156" w:rsidRPr="00A36156" w:rsidRDefault="00A36156">
            <w:r w:rsidRPr="00A36156">
              <w:t xml:space="preserve">1.5 </w:t>
            </w:r>
            <w:r w:rsidR="00D9217B">
              <w:t>Recognise</w:t>
            </w:r>
            <w:r w:rsidRPr="00A36156">
              <w:t xml:space="preserve"> and report workplace hazards to supervisor</w:t>
            </w:r>
          </w:p>
        </w:tc>
      </w:tr>
      <w:tr w:rsidR="00A36156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CE0A0CF" w:rsidR="00A36156" w:rsidRPr="00A36156" w:rsidRDefault="00A36156" w:rsidP="00A36156">
            <w:pPr>
              <w:pStyle w:val="SIText"/>
            </w:pPr>
            <w:r w:rsidRPr="00A36156">
              <w:t>2. Undertake landscape work as directed</w:t>
            </w:r>
          </w:p>
        </w:tc>
        <w:tc>
          <w:tcPr>
            <w:tcW w:w="3604" w:type="pct"/>
            <w:shd w:val="clear" w:color="auto" w:fill="auto"/>
          </w:tcPr>
          <w:p w14:paraId="4F779D5B" w14:textId="2D45820F" w:rsidR="00D9217B" w:rsidRPr="00D9217B" w:rsidRDefault="00A36156" w:rsidP="00D9217B">
            <w:r w:rsidRPr="00A36156">
              <w:t xml:space="preserve">2.1 </w:t>
            </w:r>
            <w:r w:rsidR="00D9217B" w:rsidRPr="00A36156">
              <w:t xml:space="preserve">Provide landscaping support according to workplace health and safety requirements and </w:t>
            </w:r>
            <w:r w:rsidR="00D9217B">
              <w:t>supervisor instruction</w:t>
            </w:r>
          </w:p>
          <w:p w14:paraId="30F7848C" w14:textId="0DBDBED7" w:rsidR="00A36156" w:rsidRPr="00A36156" w:rsidRDefault="00D9217B" w:rsidP="00D9217B">
            <w:r>
              <w:t xml:space="preserve">2.2 </w:t>
            </w:r>
            <w:r w:rsidR="00A36156" w:rsidRPr="00A36156">
              <w:t>Follow instructions and directions provided by supervisor</w:t>
            </w:r>
            <w:r>
              <w:t>,</w:t>
            </w:r>
            <w:r w:rsidR="00A36156" w:rsidRPr="00A36156">
              <w:t xml:space="preserve"> and seek clarification when necessary</w:t>
            </w:r>
          </w:p>
          <w:p w14:paraId="052FE2CE" w14:textId="460774F2" w:rsidR="00A36156" w:rsidRPr="00A36156" w:rsidRDefault="00A36156" w:rsidP="00A36156">
            <w:r w:rsidRPr="00A36156">
              <w:t>2.</w:t>
            </w:r>
            <w:r w:rsidR="003C745C">
              <w:t>3</w:t>
            </w:r>
            <w:r w:rsidRPr="00A36156">
              <w:t xml:space="preserve"> </w:t>
            </w:r>
            <w:r w:rsidR="00620738">
              <w:t>H</w:t>
            </w:r>
            <w:r w:rsidRPr="00A36156">
              <w:t>and</w:t>
            </w:r>
            <w:r w:rsidR="00620738">
              <w:t>le</w:t>
            </w:r>
            <w:r w:rsidRPr="00A36156">
              <w:t xml:space="preserve"> and dispos</w:t>
            </w:r>
            <w:r w:rsidR="00620738">
              <w:t>e</w:t>
            </w:r>
            <w:r w:rsidRPr="00A36156">
              <w:t xml:space="preserve"> of materials</w:t>
            </w:r>
            <w:r w:rsidR="00620738">
              <w:t xml:space="preserve"> according to workplace practices and procedures</w:t>
            </w:r>
          </w:p>
          <w:p w14:paraId="0CA30B74" w14:textId="271E4A39" w:rsidR="00D9217B" w:rsidRDefault="00A36156" w:rsidP="00D9217B">
            <w:r w:rsidRPr="00A36156">
              <w:t>2.</w:t>
            </w:r>
            <w:r w:rsidR="003C745C">
              <w:t>4</w:t>
            </w:r>
            <w:r w:rsidRPr="00A36156">
              <w:t xml:space="preserve"> </w:t>
            </w:r>
            <w:r w:rsidR="00D9217B" w:rsidRPr="00A36156">
              <w:t xml:space="preserve">Maintain a clean and safe work site while undertaking landscaping </w:t>
            </w:r>
            <w:r w:rsidR="00D9217B">
              <w:t>work</w:t>
            </w:r>
          </w:p>
          <w:p w14:paraId="65EB33FD" w14:textId="50122C2C" w:rsidR="00D9217B" w:rsidRPr="00D9217B" w:rsidRDefault="00D9217B" w:rsidP="00D9217B">
            <w:r>
              <w:t>2.</w:t>
            </w:r>
            <w:r w:rsidR="003C745C">
              <w:t>5</w:t>
            </w:r>
            <w:r>
              <w:t xml:space="preserve"> </w:t>
            </w:r>
            <w:r w:rsidRPr="00A36156">
              <w:t>Undertake landscape work in a safe and environmentally appropriate manner</w:t>
            </w:r>
          </w:p>
          <w:p w14:paraId="6BB72E57" w14:textId="6435680D" w:rsidR="00A36156" w:rsidRPr="00A36156" w:rsidRDefault="00D9217B" w:rsidP="00D9217B">
            <w:pPr>
              <w:pStyle w:val="SIText"/>
            </w:pPr>
            <w:r w:rsidRPr="00A36156">
              <w:t>2.</w:t>
            </w:r>
            <w:r w:rsidR="006B65FB">
              <w:t>6</w:t>
            </w:r>
            <w:r w:rsidRPr="00A36156">
              <w:t xml:space="preserve"> </w:t>
            </w:r>
            <w:r w:rsidR="00A36156" w:rsidRPr="00A36156">
              <w:t>Report problems or difficulties in completing work to required standards or timelines to supervisor</w:t>
            </w:r>
          </w:p>
        </w:tc>
      </w:tr>
      <w:tr w:rsidR="00A36156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DC4E837" w:rsidR="00A36156" w:rsidRPr="00A36156" w:rsidRDefault="00A36156" w:rsidP="00A36156">
            <w:pPr>
              <w:pStyle w:val="SIText"/>
            </w:pPr>
            <w:r w:rsidRPr="00A36156">
              <w:t>3. Handle materials and equipment</w:t>
            </w:r>
          </w:p>
        </w:tc>
        <w:tc>
          <w:tcPr>
            <w:tcW w:w="3604" w:type="pct"/>
            <w:shd w:val="clear" w:color="auto" w:fill="auto"/>
          </w:tcPr>
          <w:p w14:paraId="2E325E25" w14:textId="0454885D" w:rsidR="00A36156" w:rsidRPr="00A36156" w:rsidRDefault="00A36156" w:rsidP="00A36156">
            <w:r w:rsidRPr="00A36156">
              <w:t xml:space="preserve">3.1 </w:t>
            </w:r>
            <w:r w:rsidR="00BE5368" w:rsidRPr="00A36156">
              <w:t xml:space="preserve">Handle and transport materials, </w:t>
            </w:r>
            <w:r w:rsidR="00BE5368">
              <w:t xml:space="preserve">tools, </w:t>
            </w:r>
            <w:proofErr w:type="gramStart"/>
            <w:r w:rsidR="00BE5368" w:rsidRPr="00A36156">
              <w:t>equipment</w:t>
            </w:r>
            <w:proofErr w:type="gramEnd"/>
            <w:r w:rsidR="00BE5368" w:rsidRPr="00A36156">
              <w:t xml:space="preserve"> and machinery according to supervisor</w:t>
            </w:r>
            <w:r w:rsidR="00BE5368" w:rsidRPr="00BE5368">
              <w:t xml:space="preserve"> instructions and workplace procedures</w:t>
            </w:r>
          </w:p>
          <w:p w14:paraId="7C104250" w14:textId="70D8AFB2" w:rsidR="00A36156" w:rsidRPr="00A36156" w:rsidRDefault="00A36156" w:rsidP="00A82636">
            <w:r w:rsidRPr="00A36156">
              <w:t xml:space="preserve">3.2 </w:t>
            </w:r>
            <w:r w:rsidR="00620738" w:rsidRPr="00A36156">
              <w:t>Store</w:t>
            </w:r>
            <w:r w:rsidR="00620738" w:rsidRPr="00620738">
              <w:t xml:space="preserve"> or dispose of waste material and debris according to supervisor instructions</w:t>
            </w:r>
          </w:p>
        </w:tc>
      </w:tr>
      <w:tr w:rsidR="00A36156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7D727E8C" w:rsidR="00A36156" w:rsidRPr="00A36156" w:rsidRDefault="00A36156" w:rsidP="00A36156">
            <w:pPr>
              <w:pStyle w:val="SIText"/>
            </w:pPr>
            <w:r w:rsidRPr="00A36156">
              <w:t>4. Clean up on completion of landscaping work</w:t>
            </w:r>
          </w:p>
        </w:tc>
        <w:tc>
          <w:tcPr>
            <w:tcW w:w="3604" w:type="pct"/>
            <w:shd w:val="clear" w:color="auto" w:fill="auto"/>
          </w:tcPr>
          <w:p w14:paraId="08C55DE0" w14:textId="41D15DD4" w:rsidR="00A36156" w:rsidRPr="00A36156" w:rsidRDefault="00A36156" w:rsidP="00A36156">
            <w:r w:rsidRPr="00A36156">
              <w:t xml:space="preserve">4.1 </w:t>
            </w:r>
            <w:r w:rsidR="00620738" w:rsidRPr="00A36156">
              <w:t xml:space="preserve">Make good the </w:t>
            </w:r>
            <w:r w:rsidR="00620738" w:rsidRPr="00620738">
              <w:t xml:space="preserve">work site according to supervisor instructions </w:t>
            </w:r>
          </w:p>
          <w:p w14:paraId="54265C34" w14:textId="213EE49D" w:rsidR="00A36156" w:rsidRPr="00A36156" w:rsidRDefault="00A36156" w:rsidP="00620738">
            <w:r w:rsidRPr="00A36156">
              <w:t xml:space="preserve">4.2 </w:t>
            </w:r>
            <w:r w:rsidR="00620738" w:rsidRPr="00A36156">
              <w:t xml:space="preserve">Clean, maintain and store </w:t>
            </w:r>
            <w:r w:rsidR="00620738" w:rsidRPr="00620738">
              <w:t xml:space="preserve">materials, </w:t>
            </w:r>
            <w:proofErr w:type="gramStart"/>
            <w:r w:rsidR="00620738" w:rsidRPr="00620738">
              <w:t>tools</w:t>
            </w:r>
            <w:proofErr w:type="gramEnd"/>
            <w:r w:rsidR="00620738" w:rsidRPr="00620738">
              <w:t xml:space="preserve"> and equipment according to supervisor instructions</w:t>
            </w:r>
          </w:p>
          <w:p w14:paraId="214DC8B8" w14:textId="28C28063" w:rsidR="00A36156" w:rsidRDefault="00A36156" w:rsidP="00A36156">
            <w:r w:rsidRPr="00A36156">
              <w:t>4.</w:t>
            </w:r>
            <w:r w:rsidR="00BE5368">
              <w:t>3</w:t>
            </w:r>
            <w:r w:rsidRPr="00A36156">
              <w:t xml:space="preserve"> Report </w:t>
            </w:r>
            <w:r w:rsidR="00BE5368">
              <w:t xml:space="preserve">malfunctions, faults, </w:t>
            </w:r>
            <w:proofErr w:type="gramStart"/>
            <w:r w:rsidR="00BE5368">
              <w:t>wear</w:t>
            </w:r>
            <w:proofErr w:type="gramEnd"/>
            <w:r w:rsidR="00BE5368">
              <w:t xml:space="preserve"> or damage of tools </w:t>
            </w:r>
            <w:r w:rsidRPr="00A36156">
              <w:t>to supervisor</w:t>
            </w:r>
          </w:p>
          <w:p w14:paraId="46697E37" w14:textId="31F00CAE" w:rsidR="008A5066" w:rsidRPr="00A36156" w:rsidRDefault="008A5066" w:rsidP="00A36156">
            <w:r>
              <w:t>4.4 Report work outcomes to 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3B23B2D3" w:rsidR="00DA54B5" w:rsidRPr="00383805" w:rsidRDefault="00BE5368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64E72FDD" w14:textId="056D463F" w:rsidR="00BE5368" w:rsidRPr="003C745C" w:rsidRDefault="00BE5368" w:rsidP="00EF1C3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rFonts w:eastAsia="Calibri"/>
                <w:color w:val="auto"/>
                <w:sz w:val="20"/>
              </w:rPr>
              <w:t xml:space="preserve">Use clear </w:t>
            </w:r>
            <w:r w:rsidRPr="00EF1C31">
              <w:rPr>
                <w:rStyle w:val="SITemporaryText-red"/>
                <w:rFonts w:eastAsia="Calibri"/>
                <w:color w:val="auto"/>
                <w:sz w:val="20"/>
              </w:rPr>
              <w:t>language</w:t>
            </w:r>
            <w:r w:rsidR="00EF1C31" w:rsidRPr="00EF1C31">
              <w:rPr>
                <w:rStyle w:val="SITemporaryText-red"/>
                <w:rFonts w:eastAsia="Calibri"/>
                <w:color w:val="auto"/>
                <w:sz w:val="20"/>
              </w:rPr>
              <w:t xml:space="preserve"> and standard industry terminology</w:t>
            </w:r>
            <w:r w:rsidRPr="00EF1C31">
              <w:rPr>
                <w:rStyle w:val="SITemporaryText-red"/>
                <w:rFonts w:eastAsia="Calibri"/>
                <w:color w:val="auto"/>
                <w:sz w:val="20"/>
              </w:rPr>
              <w:t xml:space="preserve"> to report malfunctions, faults, </w:t>
            </w:r>
            <w:proofErr w:type="gramStart"/>
            <w:r w:rsidRPr="00EF1C31">
              <w:rPr>
                <w:rStyle w:val="SITemporaryText-red"/>
                <w:rFonts w:eastAsia="Calibri"/>
                <w:color w:val="auto"/>
                <w:sz w:val="20"/>
              </w:rPr>
              <w:t>wear</w:t>
            </w:r>
            <w:proofErr w:type="gramEnd"/>
            <w:r w:rsidRPr="00EF1C31">
              <w:rPr>
                <w:rStyle w:val="SITemporaryText-red"/>
                <w:rFonts w:eastAsia="Calibri"/>
                <w:color w:val="auto"/>
                <w:sz w:val="20"/>
              </w:rPr>
              <w:t xml:space="preserve"> or damage to tools</w:t>
            </w:r>
          </w:p>
          <w:p w14:paraId="1B7CC730" w14:textId="3F45F76E" w:rsidR="00DA54B5" w:rsidRPr="00383805" w:rsidRDefault="00BE5368" w:rsidP="003838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rFonts w:eastAsia="Calibri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6D2C70F6" w14:textId="7C09D4D6" w:rsidR="00DA54B5" w:rsidRPr="00EF1C31" w:rsidRDefault="002A2210" w:rsidP="008F3CE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F3CEB">
              <w:rPr>
                <w:rStyle w:val="SITemporaryText-red"/>
                <w:color w:val="auto"/>
                <w:sz w:val="20"/>
              </w:rPr>
              <w:t>AHCLSC1</w:t>
            </w:r>
            <w:r w:rsidR="008F3CEB" w:rsidRPr="008F3CEB">
              <w:rPr>
                <w:rStyle w:val="SITemporaryText-red"/>
                <w:color w:val="auto"/>
                <w:sz w:val="20"/>
              </w:rPr>
              <w:t>XX</w:t>
            </w:r>
            <w:r w:rsidRPr="008F3CEB">
              <w:rPr>
                <w:rStyle w:val="SITemporaryText-red"/>
                <w:color w:val="auto"/>
                <w:sz w:val="20"/>
              </w:rPr>
              <w:t xml:space="preserve"> Support landscape work</w:t>
            </w:r>
          </w:p>
          <w:p w14:paraId="09E49E25" w14:textId="203714F9" w:rsidR="002A2210" w:rsidRPr="00383805" w:rsidRDefault="002A2210" w:rsidP="008F3CE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F3CEB">
              <w:rPr>
                <w:rStyle w:val="SITemporaryText-red"/>
                <w:color w:val="auto"/>
                <w:sz w:val="20"/>
              </w:rPr>
              <w:t xml:space="preserve">Release </w:t>
            </w:r>
            <w:r w:rsidR="008F3CEB" w:rsidRPr="008F3CEB">
              <w:rPr>
                <w:rStyle w:val="SITemporaryText-red"/>
                <w:color w:val="auto"/>
                <w:sz w:val="20"/>
              </w:rPr>
              <w:t>1</w:t>
            </w:r>
          </w:p>
        </w:tc>
        <w:tc>
          <w:tcPr>
            <w:tcW w:w="1105" w:type="pct"/>
          </w:tcPr>
          <w:p w14:paraId="4ED9D787" w14:textId="3416E9D1" w:rsidR="00DA54B5" w:rsidRPr="00383805" w:rsidRDefault="002A2210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AHCLSC101 Support landscape work</w:t>
            </w:r>
          </w:p>
          <w:p w14:paraId="2293AA64" w14:textId="15AD3EAA" w:rsidR="002A2210" w:rsidRPr="00383805" w:rsidRDefault="002A2210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Release 1</w:t>
            </w:r>
          </w:p>
        </w:tc>
        <w:tc>
          <w:tcPr>
            <w:tcW w:w="1251" w:type="pct"/>
          </w:tcPr>
          <w:p w14:paraId="4F54B24D" w14:textId="6FC1EFC6" w:rsidR="00DA54B5" w:rsidRPr="00383805" w:rsidRDefault="002A2210" w:rsidP="00DB071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78BBC7F3" w14:textId="01F0015C" w:rsidR="002A2210" w:rsidRPr="00383805" w:rsidRDefault="002A2210" w:rsidP="00DF3D1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M</w:t>
            </w:r>
            <w:r w:rsidR="00DF3D1A" w:rsidRPr="00DF3D1A">
              <w:rPr>
                <w:rStyle w:val="SITemporaryText-red"/>
                <w:color w:val="auto"/>
                <w:sz w:val="20"/>
              </w:rPr>
              <w:t>aj</w:t>
            </w:r>
            <w:r w:rsidRPr="00383805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5F7F67E9" w14:textId="77777777" w:rsidR="002A2210" w:rsidRPr="00383805" w:rsidRDefault="002A2210" w:rsidP="00DB071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Foundation skills added</w:t>
            </w:r>
          </w:p>
          <w:p w14:paraId="7D3C4B75" w14:textId="64F88946" w:rsidR="002A2210" w:rsidRPr="00383805" w:rsidRDefault="002A2210" w:rsidP="00DB071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Assessment requirements updated</w:t>
            </w:r>
          </w:p>
        </w:tc>
        <w:tc>
          <w:tcPr>
            <w:tcW w:w="1616" w:type="pct"/>
          </w:tcPr>
          <w:p w14:paraId="6630AC2B" w14:textId="0297C0B2" w:rsidR="00DA54B5" w:rsidRPr="00AA4CBD" w:rsidRDefault="008F3CEB" w:rsidP="008F3CE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F3CEB">
              <w:rPr>
                <w:rStyle w:val="SITemporaryText-red"/>
                <w:color w:val="auto"/>
                <w:sz w:val="20"/>
              </w:rPr>
              <w:t>Not e</w:t>
            </w:r>
            <w:r w:rsidR="00DA54B5" w:rsidRPr="008F3CEB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4C957B9D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C2C63C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36156" w:rsidRPr="00A36156">
              <w:t>AHCLSC1</w:t>
            </w:r>
            <w:r w:rsidR="008F3CEB">
              <w:t>XX</w:t>
            </w:r>
            <w:r w:rsidR="00A36156" w:rsidRPr="00A36156">
              <w:t xml:space="preserve"> Support landscape work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383805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6C52247C" w14:textId="4DFDBD63" w:rsidR="00DA54B5" w:rsidRPr="00383805" w:rsidRDefault="00DA54B5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383805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383805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264E9C5D" w14:textId="1A86B867" w:rsidR="00DA54B5" w:rsidRPr="00383805" w:rsidRDefault="002A2210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There must be evidence that the individual has supported landscape work on at least two occasions, and has:</w:t>
            </w:r>
          </w:p>
          <w:p w14:paraId="2C4A3D7F" w14:textId="29FB4817" w:rsidR="002A2210" w:rsidRPr="00383805" w:rsidRDefault="002A2210" w:rsidP="00280A1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80A1E">
              <w:rPr>
                <w:rStyle w:val="SITemporaryText-red"/>
                <w:color w:val="auto"/>
                <w:sz w:val="20"/>
              </w:rPr>
              <w:t>prepare</w:t>
            </w:r>
            <w:r w:rsidR="00620738" w:rsidRPr="00280A1E">
              <w:rPr>
                <w:rStyle w:val="SITemporaryText-red"/>
                <w:color w:val="auto"/>
                <w:sz w:val="20"/>
              </w:rPr>
              <w:t>d</w:t>
            </w:r>
            <w:r w:rsidRPr="00280A1E">
              <w:rPr>
                <w:rStyle w:val="SITemporaryText-red"/>
                <w:color w:val="auto"/>
                <w:sz w:val="20"/>
              </w:rPr>
              <w:t xml:space="preserve"> m</w:t>
            </w:r>
            <w:r w:rsidRPr="00383805">
              <w:rPr>
                <w:rStyle w:val="SITemporaryText-red"/>
                <w:color w:val="auto"/>
                <w:sz w:val="20"/>
              </w:rPr>
              <w:t xml:space="preserve">aterials, </w:t>
            </w:r>
            <w:proofErr w:type="gramStart"/>
            <w:r w:rsidRPr="00383805">
              <w:rPr>
                <w:rStyle w:val="SITemporaryText-red"/>
                <w:color w:val="auto"/>
                <w:sz w:val="20"/>
              </w:rPr>
              <w:t>tools</w:t>
            </w:r>
            <w:proofErr w:type="gramEnd"/>
            <w:r w:rsidRPr="00383805">
              <w:rPr>
                <w:rStyle w:val="SITemporaryText-red"/>
                <w:color w:val="auto"/>
                <w:sz w:val="20"/>
              </w:rPr>
              <w:t xml:space="preserve"> and equipment for landscaping work</w:t>
            </w:r>
          </w:p>
          <w:p w14:paraId="3A0B5395" w14:textId="627D075B" w:rsidR="00A36156" w:rsidRPr="008A5066" w:rsidRDefault="00A36156" w:rsidP="008A506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5066">
              <w:rPr>
                <w:rStyle w:val="SITemporaryText-red"/>
                <w:color w:val="auto"/>
                <w:sz w:val="20"/>
              </w:rPr>
              <w:t>appl</w:t>
            </w:r>
            <w:r w:rsidR="002A2210" w:rsidRPr="008A5066">
              <w:rPr>
                <w:rStyle w:val="SITemporaryText-red"/>
                <w:color w:val="auto"/>
                <w:sz w:val="20"/>
              </w:rPr>
              <w:t>ied</w:t>
            </w:r>
            <w:r w:rsidRPr="008A5066">
              <w:rPr>
                <w:rStyle w:val="SITemporaryText-red"/>
                <w:color w:val="auto"/>
                <w:sz w:val="20"/>
              </w:rPr>
              <w:t xml:space="preserve"> safe </w:t>
            </w:r>
            <w:r w:rsidR="00106F8A" w:rsidRPr="008A5066">
              <w:rPr>
                <w:rStyle w:val="SITemporaryText-red"/>
                <w:color w:val="auto"/>
                <w:sz w:val="20"/>
              </w:rPr>
              <w:t xml:space="preserve">and environmentally appropriate </w:t>
            </w:r>
            <w:r w:rsidRPr="008A5066">
              <w:rPr>
                <w:rStyle w:val="SITemporaryText-red"/>
                <w:color w:val="auto"/>
                <w:sz w:val="20"/>
              </w:rPr>
              <w:t>work practices in landscape construction and maintenance</w:t>
            </w:r>
          </w:p>
          <w:p w14:paraId="52406141" w14:textId="77777777" w:rsidR="002A2210" w:rsidRPr="008A5066" w:rsidRDefault="002A2210" w:rsidP="008A506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5066">
              <w:rPr>
                <w:rStyle w:val="SITemporaryText-red"/>
                <w:color w:val="auto"/>
                <w:sz w:val="20"/>
              </w:rPr>
              <w:t>undertaken landscape work as directed</w:t>
            </w:r>
          </w:p>
          <w:p w14:paraId="017ADF64" w14:textId="5BA0453D" w:rsidR="002A2210" w:rsidRPr="008A5066" w:rsidRDefault="00106F8A" w:rsidP="008A506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A5066">
              <w:rPr>
                <w:rStyle w:val="SITemporaryText-red"/>
                <w:color w:val="auto"/>
                <w:sz w:val="20"/>
              </w:rPr>
              <w:t xml:space="preserve">handled, </w:t>
            </w:r>
            <w:proofErr w:type="gramStart"/>
            <w:r w:rsidRPr="008A5066">
              <w:rPr>
                <w:rStyle w:val="SITemporaryText-red"/>
                <w:color w:val="auto"/>
                <w:sz w:val="20"/>
              </w:rPr>
              <w:t xml:space="preserve">transported </w:t>
            </w:r>
            <w:r w:rsidR="008A5066" w:rsidRPr="008A5066">
              <w:rPr>
                <w:rStyle w:val="SITemporaryText-red"/>
                <w:color w:val="auto"/>
                <w:sz w:val="20"/>
              </w:rPr>
              <w:t>,</w:t>
            </w:r>
            <w:proofErr w:type="gramEnd"/>
            <w:r w:rsidR="008A5066" w:rsidRPr="008A5066">
              <w:rPr>
                <w:rStyle w:val="SITemporaryText-red"/>
                <w:color w:val="auto"/>
                <w:sz w:val="20"/>
              </w:rPr>
              <w:t xml:space="preserve"> cleaned </w:t>
            </w:r>
            <w:r w:rsidRPr="008A5066">
              <w:rPr>
                <w:rStyle w:val="SITemporaryText-red"/>
                <w:color w:val="auto"/>
                <w:sz w:val="20"/>
              </w:rPr>
              <w:t xml:space="preserve">and </w:t>
            </w:r>
            <w:r w:rsidR="002A2210" w:rsidRPr="008A5066">
              <w:rPr>
                <w:rStyle w:val="SITemporaryText-red"/>
                <w:color w:val="auto"/>
                <w:sz w:val="20"/>
              </w:rPr>
              <w:t>stored materials</w:t>
            </w:r>
            <w:r w:rsidRPr="008A5066">
              <w:rPr>
                <w:rStyle w:val="SITemporaryText-red"/>
                <w:color w:val="auto"/>
                <w:sz w:val="20"/>
              </w:rPr>
              <w:t>, tools, equipment and machinery</w:t>
            </w:r>
            <w:r w:rsidR="002A2210" w:rsidRPr="008A5066">
              <w:rPr>
                <w:rStyle w:val="SITemporaryText-red"/>
                <w:color w:val="auto"/>
                <w:sz w:val="20"/>
              </w:rPr>
              <w:t xml:space="preserve"> as directed</w:t>
            </w:r>
          </w:p>
          <w:p w14:paraId="3F4E2EAA" w14:textId="3D89E88D" w:rsidR="00556C4C" w:rsidRPr="000754EC" w:rsidRDefault="00620738">
            <w:pPr>
              <w:pStyle w:val="SIBulletList1"/>
            </w:pPr>
            <w:r w:rsidRPr="008A5066">
              <w:rPr>
                <w:rStyle w:val="SITemporaryText-red"/>
                <w:color w:val="auto"/>
                <w:sz w:val="20"/>
              </w:rPr>
              <w:t>reported wo</w:t>
            </w:r>
            <w:r w:rsidRPr="008A5066">
              <w:t>rk outcomes and malfunctioning</w:t>
            </w:r>
            <w:r w:rsidRPr="00620738">
              <w:t>, fault</w:t>
            </w:r>
            <w:r>
              <w:t>y</w:t>
            </w:r>
            <w:r w:rsidRPr="00620738">
              <w:t xml:space="preserve">, </w:t>
            </w:r>
            <w:proofErr w:type="gramStart"/>
            <w:r w:rsidRPr="00620738">
              <w:t>w</w:t>
            </w:r>
            <w:r>
              <w:t>orn</w:t>
            </w:r>
            <w:proofErr w:type="gramEnd"/>
            <w:r w:rsidRPr="00620738">
              <w:t xml:space="preserve"> or damage</w:t>
            </w:r>
            <w:r w:rsidR="00280A1E">
              <w:t>d</w:t>
            </w:r>
            <w:r w:rsidRPr="00620738">
              <w:t xml:space="preserve"> of tools</w:t>
            </w:r>
            <w:r w:rsidR="002A2210" w:rsidRPr="00383805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383805" w:rsidRDefault="00DA54B5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A8C62DD" w14:textId="3C763028" w:rsidR="00383805" w:rsidRPr="00383805" w:rsidRDefault="00A36156" w:rsidP="00383805">
            <w:pPr>
              <w:pStyle w:val="SIBulletList1"/>
            </w:pPr>
            <w:r w:rsidRPr="00DB071B">
              <w:t>pr</w:t>
            </w:r>
            <w:r w:rsidR="002A2210">
              <w:t>ocedures for</w:t>
            </w:r>
            <w:r w:rsidRPr="002A2210">
              <w:t xml:space="preserve"> </w:t>
            </w:r>
            <w:r w:rsidR="00383805" w:rsidRPr="00576306">
              <w:t>preparing for landscape work and cleaning up on project completion</w:t>
            </w:r>
          </w:p>
          <w:p w14:paraId="116FA92F" w14:textId="5B0F1CC7" w:rsidR="00A36156" w:rsidRPr="00383805" w:rsidRDefault="00A36156" w:rsidP="00383805">
            <w:pPr>
              <w:pStyle w:val="SIBulletList1"/>
            </w:pPr>
            <w:r w:rsidRPr="002A2210">
              <w:t>safe work practices</w:t>
            </w:r>
            <w:r w:rsidR="00383805">
              <w:t xml:space="preserve"> used in landscape work</w:t>
            </w:r>
          </w:p>
          <w:p w14:paraId="09CE7FFF" w14:textId="5DA32BDD" w:rsidR="00383805" w:rsidRPr="00383805" w:rsidRDefault="00383805" w:rsidP="00383805">
            <w:pPr>
              <w:pStyle w:val="SIBulletList1"/>
            </w:pPr>
            <w:r>
              <w:t>principles and practices of landscape work</w:t>
            </w:r>
            <w:r w:rsidR="00620738">
              <w:t>, including:</w:t>
            </w:r>
          </w:p>
          <w:p w14:paraId="1AA17F7A" w14:textId="3FC3998B" w:rsidR="00A36156" w:rsidRPr="00383805" w:rsidRDefault="00A36156" w:rsidP="00620738">
            <w:pPr>
              <w:pStyle w:val="SIBulletList2"/>
            </w:pPr>
            <w:r w:rsidRPr="00383805">
              <w:t xml:space="preserve">basic </w:t>
            </w:r>
            <w:r w:rsidR="00383805">
              <w:t xml:space="preserve">landscape </w:t>
            </w:r>
            <w:r w:rsidRPr="00383805">
              <w:t>construction techniques</w:t>
            </w:r>
          </w:p>
          <w:p w14:paraId="40A43BB8" w14:textId="0CDC9F31" w:rsidR="00A36156" w:rsidRPr="002A2210" w:rsidRDefault="00A36156" w:rsidP="00620738">
            <w:pPr>
              <w:pStyle w:val="SIBulletList2"/>
            </w:pPr>
            <w:r w:rsidRPr="002A2210">
              <w:t>landscaping tools and equipment</w:t>
            </w:r>
            <w:r w:rsidR="008A5066">
              <w:t xml:space="preserve"> use, storage and maintenance</w:t>
            </w:r>
          </w:p>
          <w:p w14:paraId="7793D7DC" w14:textId="77777777" w:rsidR="00A36156" w:rsidRPr="002A2210" w:rsidRDefault="00A36156" w:rsidP="00620738">
            <w:pPr>
              <w:pStyle w:val="SIBulletList2"/>
            </w:pPr>
            <w:r w:rsidRPr="002A2210">
              <w:t>maintenance practices for planted areas</w:t>
            </w:r>
          </w:p>
          <w:p w14:paraId="594042BC" w14:textId="7768F9CE" w:rsidR="00F1480E" w:rsidRPr="000754EC" w:rsidRDefault="00A36156" w:rsidP="00620738">
            <w:pPr>
              <w:pStyle w:val="SIBulletList2"/>
            </w:pPr>
            <w:r w:rsidRPr="002A2210">
              <w:t>repair and maintenance of landscape features</w:t>
            </w:r>
            <w:r w:rsidR="00383805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383805" w:rsidRDefault="00DA54B5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14ACC128" w:rsidR="00DA54B5" w:rsidRPr="00383805" w:rsidRDefault="00DA54B5" w:rsidP="003838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356758BE" w:rsidR="00DA54B5" w:rsidRPr="00383805" w:rsidRDefault="00383805" w:rsidP="0038380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a workplace setting</w:t>
            </w:r>
            <w:r w:rsidR="00DA54B5" w:rsidRPr="00383805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7CD1E166" w14:textId="23ACF6EE" w:rsidR="00DA54B5" w:rsidRPr="00383805" w:rsidRDefault="00DA54B5" w:rsidP="003838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383805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383805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1AC0F720" w14:textId="58C44F5B" w:rsidR="00DA54B5" w:rsidRPr="00383805" w:rsidRDefault="00383805" w:rsidP="0038380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3805">
              <w:rPr>
                <w:rStyle w:val="SITemporaryText-red"/>
                <w:rFonts w:eastAsia="Calibri"/>
                <w:color w:val="auto"/>
                <w:sz w:val="20"/>
              </w:rPr>
              <w:t>work instructions and workplace procedures applicable to supporting landscape work</w:t>
            </w:r>
          </w:p>
          <w:p w14:paraId="77D53DD8" w14:textId="7E254A32" w:rsidR="00DA54B5" w:rsidRPr="00383805" w:rsidRDefault="00383805" w:rsidP="0038380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 xml:space="preserve">landscaping materials, tools, </w:t>
            </w:r>
            <w:proofErr w:type="gramStart"/>
            <w:r w:rsidRPr="00383805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383805">
              <w:rPr>
                <w:rStyle w:val="SITemporaryText-red"/>
                <w:color w:val="auto"/>
                <w:sz w:val="20"/>
              </w:rPr>
              <w:t xml:space="preserve"> and machinery</w:t>
            </w:r>
          </w:p>
          <w:p w14:paraId="4AB282A7" w14:textId="42892628" w:rsidR="00DA54B5" w:rsidRPr="00383805" w:rsidRDefault="00DA54B5" w:rsidP="0038380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personal protective equipment</w:t>
            </w:r>
            <w:r w:rsidR="00383805" w:rsidRPr="00383805">
              <w:rPr>
                <w:rStyle w:val="SITemporaryText-red"/>
                <w:color w:val="auto"/>
                <w:sz w:val="20"/>
              </w:rPr>
              <w:t xml:space="preserve"> applicable to supporting landscape work</w:t>
            </w:r>
          </w:p>
          <w:p w14:paraId="0DCA1D1B" w14:textId="129AAD4B" w:rsidR="00DA54B5" w:rsidRPr="00383805" w:rsidRDefault="00DA54B5" w:rsidP="003838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05F1E5CE" w:rsidR="00DA54B5" w:rsidRPr="00383805" w:rsidRDefault="00383805" w:rsidP="0038380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 xml:space="preserve">supervisor, </w:t>
            </w:r>
            <w:proofErr w:type="gramStart"/>
            <w:r w:rsidRPr="00383805">
              <w:rPr>
                <w:rStyle w:val="SITemporaryText-red"/>
                <w:color w:val="auto"/>
                <w:sz w:val="20"/>
              </w:rPr>
              <w:t>staff</w:t>
            </w:r>
            <w:proofErr w:type="gramEnd"/>
            <w:r w:rsidRPr="00383805">
              <w:rPr>
                <w:rStyle w:val="SITemporaryText-red"/>
                <w:color w:val="auto"/>
                <w:sz w:val="20"/>
              </w:rPr>
              <w:t xml:space="preserve"> and customers</w:t>
            </w:r>
          </w:p>
          <w:p w14:paraId="08F72541" w14:textId="0C859206" w:rsidR="00DA54B5" w:rsidRPr="00383805" w:rsidRDefault="00DA54B5" w:rsidP="003838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7C5F7A39" w:rsidR="00DA54B5" w:rsidRPr="00383805" w:rsidRDefault="00DA54B5" w:rsidP="0038380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 xml:space="preserve">according to job </w:t>
            </w:r>
            <w:r w:rsidR="00383805" w:rsidRPr="00383805">
              <w:rPr>
                <w:rStyle w:val="SITemporaryText-red"/>
                <w:color w:val="auto"/>
                <w:sz w:val="20"/>
              </w:rPr>
              <w:t>requirements</w:t>
            </w:r>
            <w:r w:rsidRPr="00383805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383805" w:rsidRDefault="00DA54B5" w:rsidP="0038380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D30907C" w:rsidR="00DA54B5" w:rsidRPr="00383805" w:rsidRDefault="00DA54B5" w:rsidP="00383805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3805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84FB6C5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8F3CEB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C1EF7" w14:textId="77777777" w:rsidR="00725289" w:rsidRDefault="00725289" w:rsidP="00BF3F0A">
      <w:r>
        <w:separator/>
      </w:r>
    </w:p>
    <w:p w14:paraId="467CBDE0" w14:textId="77777777" w:rsidR="00725289" w:rsidRDefault="00725289"/>
  </w:endnote>
  <w:endnote w:type="continuationSeparator" w:id="0">
    <w:p w14:paraId="513374D1" w14:textId="77777777" w:rsidR="00725289" w:rsidRDefault="00725289" w:rsidP="00BF3F0A">
      <w:r>
        <w:continuationSeparator/>
      </w:r>
    </w:p>
    <w:p w14:paraId="3E154E0B" w14:textId="77777777" w:rsidR="00725289" w:rsidRDefault="007252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72C81A" w14:textId="77777777" w:rsidR="00725289" w:rsidRDefault="00725289" w:rsidP="00BF3F0A">
      <w:r>
        <w:separator/>
      </w:r>
    </w:p>
    <w:p w14:paraId="1E734FC2" w14:textId="77777777" w:rsidR="00725289" w:rsidRDefault="00725289"/>
  </w:footnote>
  <w:footnote w:type="continuationSeparator" w:id="0">
    <w:p w14:paraId="2BCAA886" w14:textId="77777777" w:rsidR="00725289" w:rsidRDefault="00725289" w:rsidP="00BF3F0A">
      <w:r>
        <w:continuationSeparator/>
      </w:r>
    </w:p>
    <w:p w14:paraId="18AFE85C" w14:textId="77777777" w:rsidR="00725289" w:rsidRDefault="007252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523ACCD" w:rsidR="009C2650" w:rsidRPr="00A36156" w:rsidRDefault="00A36156" w:rsidP="00A36156">
    <w:r w:rsidRPr="00A36156">
      <w:rPr>
        <w:lang w:eastAsia="en-US"/>
      </w:rPr>
      <w:t>AHCLSC1</w:t>
    </w:r>
    <w:r w:rsidR="008F3CEB">
      <w:t>XX</w:t>
    </w:r>
    <w:r w:rsidRPr="00A36156">
      <w:rPr>
        <w:lang w:eastAsia="en-US"/>
      </w:rPr>
      <w:t xml:space="preserve"> Support landscape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37DA7"/>
    <w:rsid w:val="00041E59"/>
    <w:rsid w:val="00064BFE"/>
    <w:rsid w:val="00070B3E"/>
    <w:rsid w:val="00071F95"/>
    <w:rsid w:val="000737BB"/>
    <w:rsid w:val="00074188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93E"/>
    <w:rsid w:val="00105AEA"/>
    <w:rsid w:val="00106F8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3AB"/>
    <w:rsid w:val="00247DD2"/>
    <w:rsid w:val="00253883"/>
    <w:rsid w:val="00262FC3"/>
    <w:rsid w:val="0026394F"/>
    <w:rsid w:val="00267AF6"/>
    <w:rsid w:val="00276DB8"/>
    <w:rsid w:val="00280A1E"/>
    <w:rsid w:val="00282664"/>
    <w:rsid w:val="00285FB8"/>
    <w:rsid w:val="002970C3"/>
    <w:rsid w:val="002A2210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688B"/>
    <w:rsid w:val="00383805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C745C"/>
    <w:rsid w:val="003D2E73"/>
    <w:rsid w:val="003E72B6"/>
    <w:rsid w:val="003E7BBE"/>
    <w:rsid w:val="004127E3"/>
    <w:rsid w:val="0043212E"/>
    <w:rsid w:val="00434366"/>
    <w:rsid w:val="00434ECE"/>
    <w:rsid w:val="00435D33"/>
    <w:rsid w:val="00444423"/>
    <w:rsid w:val="0044688B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121D4"/>
    <w:rsid w:val="00613B49"/>
    <w:rsid w:val="00616845"/>
    <w:rsid w:val="00620738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915"/>
    <w:rsid w:val="006B65FB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528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1C7"/>
    <w:rsid w:val="00886790"/>
    <w:rsid w:val="008908DE"/>
    <w:rsid w:val="008A12ED"/>
    <w:rsid w:val="008A39D3"/>
    <w:rsid w:val="008A5066"/>
    <w:rsid w:val="008B2C77"/>
    <w:rsid w:val="008B4AD2"/>
    <w:rsid w:val="008B7138"/>
    <w:rsid w:val="008C74D1"/>
    <w:rsid w:val="008E260C"/>
    <w:rsid w:val="008E39BE"/>
    <w:rsid w:val="008E62EC"/>
    <w:rsid w:val="008F32F6"/>
    <w:rsid w:val="008F3CEB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A5"/>
    <w:rsid w:val="009F0DCC"/>
    <w:rsid w:val="009F11CA"/>
    <w:rsid w:val="00A0695B"/>
    <w:rsid w:val="00A13052"/>
    <w:rsid w:val="00A216A8"/>
    <w:rsid w:val="00A223A6"/>
    <w:rsid w:val="00A3521B"/>
    <w:rsid w:val="00A36156"/>
    <w:rsid w:val="00A3639E"/>
    <w:rsid w:val="00A40683"/>
    <w:rsid w:val="00A5092E"/>
    <w:rsid w:val="00A554D6"/>
    <w:rsid w:val="00A56E14"/>
    <w:rsid w:val="00A6476B"/>
    <w:rsid w:val="00A76C6C"/>
    <w:rsid w:val="00A82636"/>
    <w:rsid w:val="00A87356"/>
    <w:rsid w:val="00A92DD1"/>
    <w:rsid w:val="00AA4CBD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D40A8"/>
    <w:rsid w:val="00BE536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3F86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596"/>
    <w:rsid w:val="00D54C76"/>
    <w:rsid w:val="00D632BB"/>
    <w:rsid w:val="00D71E43"/>
    <w:rsid w:val="00D727F3"/>
    <w:rsid w:val="00D73695"/>
    <w:rsid w:val="00D810DE"/>
    <w:rsid w:val="00D87D32"/>
    <w:rsid w:val="00D91188"/>
    <w:rsid w:val="00D9217B"/>
    <w:rsid w:val="00D92C83"/>
    <w:rsid w:val="00DA0A81"/>
    <w:rsid w:val="00DA3C10"/>
    <w:rsid w:val="00DA53B5"/>
    <w:rsid w:val="00DA54B5"/>
    <w:rsid w:val="00DB071B"/>
    <w:rsid w:val="00DC1D69"/>
    <w:rsid w:val="00DC5A3A"/>
    <w:rsid w:val="00DD0726"/>
    <w:rsid w:val="00DF3D1A"/>
    <w:rsid w:val="00DF550B"/>
    <w:rsid w:val="00E10071"/>
    <w:rsid w:val="00E238E6"/>
    <w:rsid w:val="00E34CD8"/>
    <w:rsid w:val="00E35064"/>
    <w:rsid w:val="00E3681D"/>
    <w:rsid w:val="00E40225"/>
    <w:rsid w:val="00E43468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1C31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D8BFFC-8F2C-4576-9E68-3C8FD37D16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4B77A1-1FFA-42F3-A141-FDE4EA2C44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237</TotalTime>
  <Pages>3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27</cp:revision>
  <cp:lastPrinted>2016-05-27T05:21:00Z</cp:lastPrinted>
  <dcterms:created xsi:type="dcterms:W3CDTF">2020-08-25T06:08:00Z</dcterms:created>
  <dcterms:modified xsi:type="dcterms:W3CDTF">2021-06-08T06:35:00Z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